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D8678B" w:rsidRPr="00FA6E82">
        <w:rPr>
          <w:rFonts w:ascii="Corbel" w:hAnsi="Corbel"/>
          <w:bCs/>
          <w:i/>
        </w:rPr>
        <w:t xml:space="preserve">Załącznik nr </w:t>
      </w:r>
      <w:r w:rsidR="006F31E2" w:rsidRPr="00FA6E82">
        <w:rPr>
          <w:rFonts w:ascii="Corbel" w:hAnsi="Corbel"/>
          <w:bCs/>
          <w:i/>
        </w:rPr>
        <w:t>1.5</w:t>
      </w:r>
      <w:r w:rsidR="00D8678B" w:rsidRPr="00FA6E82">
        <w:rPr>
          <w:rFonts w:ascii="Corbel" w:hAnsi="Corbel"/>
          <w:bCs/>
          <w:i/>
        </w:rPr>
        <w:t xml:space="preserve"> do Zarządzenia</w:t>
      </w:r>
      <w:r w:rsidR="002A22BF" w:rsidRPr="00FA6E82">
        <w:rPr>
          <w:rFonts w:ascii="Corbel" w:hAnsi="Corbel"/>
          <w:bCs/>
          <w:i/>
        </w:rPr>
        <w:t xml:space="preserve"> Rektora UR </w:t>
      </w:r>
      <w:r w:rsidRPr="00FA6E82">
        <w:rPr>
          <w:rFonts w:ascii="Corbel" w:hAnsi="Corbel"/>
          <w:bCs/>
          <w:i/>
        </w:rPr>
        <w:t xml:space="preserve"> nr </w:t>
      </w:r>
      <w:r w:rsidR="00F17567" w:rsidRPr="00FA6E82">
        <w:rPr>
          <w:rFonts w:ascii="Corbel" w:hAnsi="Corbel"/>
          <w:bCs/>
          <w:i/>
        </w:rPr>
        <w:t>12/2019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F9A3B69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9F4180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631376" w:rsidRPr="009F4180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210E7BE1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055F9F">
        <w:rPr>
          <w:rFonts w:ascii="Corbel" w:hAnsi="Corbel"/>
          <w:sz w:val="20"/>
          <w:szCs w:val="20"/>
        </w:rPr>
        <w:t>2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055F9F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6E8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FA6E82">
              <w:rPr>
                <w:rFonts w:ascii="Corbel" w:hAnsi="Corbel"/>
                <w:b w:val="0"/>
                <w:sz w:val="21"/>
                <w:szCs w:val="21"/>
              </w:rPr>
              <w:t>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5D752AA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3B4694EB" w14:textId="77777777" w:rsidR="00AA5C08" w:rsidRPr="00FA6E82" w:rsidRDefault="003823BE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FA6E82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  <w:p w14:paraId="6B6685C9" w14:textId="6386891A" w:rsidR="00AA5C08" w:rsidRPr="00FA6E82" w:rsidRDefault="00AA5C08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Wykł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Konw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Sem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Prakt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47F4695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19A7937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O. Jacobsa (E. Mączyńskiej). Modele dyskryminacyjne INE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Metoda J. Gajdki i D.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Stosa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Modele dyskryminacyjne uwzględniające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O. Jacobsa (E. Mączyńskiej). Modele dyskryminacyjne INE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Zastosowanie metody  J. Gajdki i D. </w:t>
            </w:r>
            <w:proofErr w:type="spellStart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Stosa</w:t>
            </w:r>
            <w:proofErr w:type="spellEnd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Zastosowanie metod dyskryminacyjnych uwzględniających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9B6062D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4A863925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- </w:t>
            </w:r>
            <w:r w:rsidR="006D2F7E">
              <w:rPr>
                <w:rFonts w:ascii="Corbel" w:hAnsi="Corbel"/>
                <w:sz w:val="24"/>
                <w:szCs w:val="24"/>
              </w:rPr>
              <w:t>3</w:t>
            </w:r>
            <w:r w:rsidR="00631376">
              <w:rPr>
                <w:rFonts w:ascii="Corbel" w:hAnsi="Corbel"/>
                <w:sz w:val="24"/>
                <w:szCs w:val="24"/>
              </w:rPr>
              <w:t>0</w:t>
            </w:r>
            <w:r w:rsidRPr="00FA6E82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D2F7E">
              <w:rPr>
                <w:rFonts w:ascii="Corbel" w:hAnsi="Corbel"/>
                <w:sz w:val="24"/>
                <w:szCs w:val="24"/>
              </w:rPr>
              <w:t>39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, </w:t>
            </w:r>
            <w:r w:rsidR="0026478E">
              <w:rPr>
                <w:rFonts w:ascii="Corbel" w:hAnsi="Corbel"/>
                <w:sz w:val="24"/>
                <w:szCs w:val="24"/>
              </w:rPr>
              <w:t>praca zaliczeniowa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966EFD" w:rsidRPr="00FA6E82">
              <w:rPr>
                <w:rFonts w:ascii="Corbel" w:hAnsi="Corbel"/>
                <w:sz w:val="24"/>
                <w:szCs w:val="24"/>
              </w:rPr>
              <w:t>6</w:t>
            </w:r>
            <w:r w:rsidRPr="00FA6E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F68EB25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Antonowicz P., Metody oceny i prognoza kondycji ekonomiczno-finansowej przedsiębiorstw.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Kowalak R., .Ocena kondycji finansowej przedsiębiorstwa.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9B24" w14:textId="77777777" w:rsidR="004B76D9" w:rsidRDefault="004B76D9" w:rsidP="00C16ABF">
      <w:pPr>
        <w:spacing w:after="0" w:line="240" w:lineRule="auto"/>
      </w:pPr>
      <w:r>
        <w:separator/>
      </w:r>
    </w:p>
  </w:endnote>
  <w:endnote w:type="continuationSeparator" w:id="0">
    <w:p w14:paraId="6F1F8597" w14:textId="77777777" w:rsidR="004B76D9" w:rsidRDefault="004B76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11DAE" w14:textId="77777777" w:rsidR="004B76D9" w:rsidRDefault="004B76D9" w:rsidP="00C16ABF">
      <w:pPr>
        <w:spacing w:after="0" w:line="240" w:lineRule="auto"/>
      </w:pPr>
      <w:r>
        <w:separator/>
      </w:r>
    </w:p>
  </w:footnote>
  <w:footnote w:type="continuationSeparator" w:id="0">
    <w:p w14:paraId="5F47B0E1" w14:textId="77777777" w:rsidR="004B76D9" w:rsidRDefault="004B76D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71958"/>
    <w:rsid w:val="00675843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6188"/>
    <w:rsid w:val="00923D7D"/>
    <w:rsid w:val="00924E66"/>
    <w:rsid w:val="00946B94"/>
    <w:rsid w:val="009508DF"/>
    <w:rsid w:val="00950DAC"/>
    <w:rsid w:val="00954A07"/>
    <w:rsid w:val="00966E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6E82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902FC5-30B9-421D-AD10-7B656489F2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FF20E2-CB72-4E18-B2A3-9D75F89A8A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1</Pages>
  <Words>1216</Words>
  <Characters>7300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2020-10-27T12:41:00Z</dcterms:created>
  <dcterms:modified xsi:type="dcterms:W3CDTF">2021-11-02T20:24:00Z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